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623E05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23E0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23E05">
        <w:rPr>
          <w:rFonts w:ascii="Corbel" w:hAnsi="Corbel"/>
          <w:b/>
          <w:bCs/>
          <w:sz w:val="24"/>
          <w:szCs w:val="24"/>
        </w:rPr>
        <w:tab/>
      </w:r>
      <w:r w:rsidR="00CD6897" w:rsidRPr="00623E05">
        <w:rPr>
          <w:rFonts w:ascii="Corbel" w:hAnsi="Corbel"/>
          <w:b/>
          <w:bCs/>
          <w:sz w:val="24"/>
          <w:szCs w:val="24"/>
        </w:rPr>
        <w:tab/>
      </w:r>
      <w:r w:rsidR="00CD6897" w:rsidRPr="00623E05">
        <w:rPr>
          <w:rFonts w:ascii="Corbel" w:hAnsi="Corbel"/>
          <w:b/>
          <w:bCs/>
          <w:sz w:val="24"/>
          <w:szCs w:val="24"/>
        </w:rPr>
        <w:tab/>
      </w:r>
      <w:r w:rsidR="00CD6897" w:rsidRPr="00623E05">
        <w:rPr>
          <w:rFonts w:ascii="Corbel" w:hAnsi="Corbel"/>
          <w:b/>
          <w:bCs/>
          <w:sz w:val="24"/>
          <w:szCs w:val="24"/>
        </w:rPr>
        <w:tab/>
      </w:r>
      <w:r w:rsidR="00CD6897" w:rsidRPr="00623E05">
        <w:rPr>
          <w:rFonts w:ascii="Corbel" w:hAnsi="Corbel"/>
          <w:b/>
          <w:bCs/>
          <w:sz w:val="24"/>
          <w:szCs w:val="24"/>
        </w:rPr>
        <w:tab/>
      </w:r>
      <w:r w:rsidR="00CD6897" w:rsidRPr="00623E05">
        <w:rPr>
          <w:rFonts w:ascii="Corbel" w:hAnsi="Corbel"/>
          <w:b/>
          <w:bCs/>
          <w:sz w:val="24"/>
          <w:szCs w:val="24"/>
        </w:rPr>
        <w:tab/>
      </w:r>
      <w:r w:rsidR="00D8678B" w:rsidRPr="00623E05">
        <w:rPr>
          <w:rFonts w:ascii="Corbel" w:hAnsi="Corbel"/>
          <w:bCs/>
          <w:i/>
        </w:rPr>
        <w:t xml:space="preserve">Załącznik nr </w:t>
      </w:r>
      <w:r w:rsidR="006F31E2" w:rsidRPr="00623E05">
        <w:rPr>
          <w:rFonts w:ascii="Corbel" w:hAnsi="Corbel"/>
          <w:bCs/>
          <w:i/>
        </w:rPr>
        <w:t>1.5</w:t>
      </w:r>
      <w:r w:rsidR="00D8678B" w:rsidRPr="00623E05">
        <w:rPr>
          <w:rFonts w:ascii="Corbel" w:hAnsi="Corbel"/>
          <w:bCs/>
          <w:i/>
        </w:rPr>
        <w:t xml:space="preserve"> do Zarządzenia</w:t>
      </w:r>
      <w:r w:rsidR="002A22BF" w:rsidRPr="00623E05">
        <w:rPr>
          <w:rFonts w:ascii="Corbel" w:hAnsi="Corbel"/>
          <w:bCs/>
          <w:i/>
        </w:rPr>
        <w:t xml:space="preserve"> Rektora UR </w:t>
      </w:r>
      <w:r w:rsidR="00CD6897" w:rsidRPr="00623E05">
        <w:rPr>
          <w:rFonts w:ascii="Corbel" w:hAnsi="Corbel"/>
          <w:bCs/>
          <w:i/>
        </w:rPr>
        <w:t xml:space="preserve"> nr </w:t>
      </w:r>
      <w:r w:rsidR="00F17567" w:rsidRPr="00623E05">
        <w:rPr>
          <w:rFonts w:ascii="Corbel" w:hAnsi="Corbel"/>
          <w:bCs/>
          <w:i/>
        </w:rPr>
        <w:t>12/2019</w:t>
      </w:r>
    </w:p>
    <w:p w14:paraId="77F8E0C0" w14:textId="77777777" w:rsidR="0085747A" w:rsidRPr="00623E0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23E05">
        <w:rPr>
          <w:rFonts w:ascii="Corbel" w:hAnsi="Corbel"/>
          <w:b/>
          <w:smallCaps/>
        </w:rPr>
        <w:t>SYLABUS</w:t>
      </w:r>
    </w:p>
    <w:p w14:paraId="21D31FBC" w14:textId="5A524B91" w:rsidR="0085747A" w:rsidRPr="00623E0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623E05">
        <w:rPr>
          <w:rFonts w:ascii="Corbel" w:hAnsi="Corbel"/>
          <w:b/>
          <w:smallCaps/>
        </w:rPr>
        <w:t>dotyczy cyklu kształcenia</w:t>
      </w:r>
      <w:r w:rsidR="0085747A" w:rsidRPr="00623E05">
        <w:rPr>
          <w:rFonts w:ascii="Corbel" w:hAnsi="Corbel"/>
          <w:b/>
          <w:smallCaps/>
        </w:rPr>
        <w:t xml:space="preserve"> </w:t>
      </w:r>
      <w:r w:rsidR="00E066F7" w:rsidRPr="00623E05">
        <w:rPr>
          <w:rFonts w:ascii="Corbel" w:hAnsi="Corbel"/>
          <w:i/>
          <w:smallCaps/>
          <w:u w:val="single"/>
        </w:rPr>
        <w:t>2019-2022</w:t>
      </w:r>
    </w:p>
    <w:p w14:paraId="3B753E0C" w14:textId="0197599C" w:rsidR="0085747A" w:rsidRPr="00623E05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23E05">
        <w:rPr>
          <w:rFonts w:ascii="Corbel" w:hAnsi="Corbel"/>
          <w:i/>
        </w:rPr>
        <w:t xml:space="preserve">                                                                                                             </w:t>
      </w:r>
    </w:p>
    <w:p w14:paraId="1BDA2888" w14:textId="1021B7E5" w:rsidR="00445970" w:rsidRPr="00623E05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23E05">
        <w:rPr>
          <w:rFonts w:ascii="Corbel" w:hAnsi="Corbel"/>
        </w:rPr>
        <w:tab/>
      </w:r>
      <w:r w:rsidRPr="00623E05">
        <w:rPr>
          <w:rFonts w:ascii="Corbel" w:hAnsi="Corbel"/>
        </w:rPr>
        <w:tab/>
      </w:r>
      <w:r w:rsidRPr="00623E05">
        <w:rPr>
          <w:rFonts w:ascii="Corbel" w:hAnsi="Corbel"/>
        </w:rPr>
        <w:tab/>
      </w:r>
      <w:r w:rsidRPr="00623E05">
        <w:rPr>
          <w:rFonts w:ascii="Corbel" w:hAnsi="Corbel"/>
        </w:rPr>
        <w:tab/>
        <w:t xml:space="preserve">Rok akademicki   </w:t>
      </w:r>
      <w:r w:rsidR="00E066F7" w:rsidRPr="00623E05">
        <w:rPr>
          <w:rFonts w:ascii="Corbel" w:hAnsi="Corbel"/>
        </w:rPr>
        <w:t>2019/2020</w:t>
      </w:r>
      <w:r w:rsidR="002111A3" w:rsidRPr="00623E05">
        <w:rPr>
          <w:rFonts w:ascii="Corbel" w:hAnsi="Corbel"/>
        </w:rPr>
        <w:t>, 2020/2021</w:t>
      </w:r>
      <w:r w:rsidR="00192B87" w:rsidRPr="00623E05">
        <w:rPr>
          <w:rFonts w:ascii="Corbel" w:hAnsi="Corbel"/>
        </w:rPr>
        <w:t xml:space="preserve"> </w:t>
      </w:r>
    </w:p>
    <w:p w14:paraId="1B51988A" w14:textId="77777777" w:rsidR="0085747A" w:rsidRPr="00623E0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55A347" w14:textId="77777777" w:rsidR="0085747A" w:rsidRPr="00623E0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23E05">
        <w:rPr>
          <w:rFonts w:ascii="Corbel" w:hAnsi="Corbel"/>
          <w:szCs w:val="24"/>
        </w:rPr>
        <w:t xml:space="preserve">1. </w:t>
      </w:r>
      <w:r w:rsidR="0085747A" w:rsidRPr="00623E05">
        <w:rPr>
          <w:rFonts w:ascii="Corbel" w:hAnsi="Corbel"/>
          <w:szCs w:val="24"/>
        </w:rPr>
        <w:t xml:space="preserve">Podstawowe </w:t>
      </w:r>
      <w:r w:rsidR="00445970" w:rsidRPr="00623E0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23E05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623E0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3572A289" w:rsidR="0085747A" w:rsidRPr="00623E05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 xml:space="preserve">Język obcy z terminologią specjalistyczną – język </w:t>
            </w:r>
            <w:r w:rsidR="009649E6" w:rsidRPr="00623E05">
              <w:rPr>
                <w:rFonts w:ascii="Corbel" w:hAnsi="Corbel"/>
                <w:b w:val="0"/>
                <w:sz w:val="24"/>
                <w:szCs w:val="24"/>
              </w:rPr>
              <w:t>niemiecki</w:t>
            </w:r>
          </w:p>
        </w:tc>
      </w:tr>
      <w:tr w:rsidR="0085747A" w:rsidRPr="00623E05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623E0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23E0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623E0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623E05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623E0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623E0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5F3D87BB" w:rsidR="0085747A" w:rsidRPr="00623E05" w:rsidRDefault="00E066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/ Instytut Pedagogiki </w:t>
            </w:r>
          </w:p>
        </w:tc>
      </w:tr>
      <w:tr w:rsidR="0085747A" w:rsidRPr="00623E05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623E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623E05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23E05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623E05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623E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623E05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623E05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623E0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623E05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623E05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623E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623E05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23E05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623E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60350D82" w:rsidR="0085747A" w:rsidRPr="00623E05" w:rsidRDefault="005D66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 w:rsidRPr="00623E0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23E05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623E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23E05">
              <w:rPr>
                <w:rFonts w:ascii="Corbel" w:hAnsi="Corbel"/>
                <w:sz w:val="24"/>
                <w:szCs w:val="24"/>
              </w:rPr>
              <w:t>/y</w:t>
            </w:r>
            <w:r w:rsidRPr="00623E0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7B0D1DED" w:rsidR="0085747A" w:rsidRPr="00623E05" w:rsidRDefault="005B1F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623E05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623E05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623E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1FBFA317" w:rsidR="0085747A" w:rsidRPr="00623E05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5F5BA0" w:rsidRPr="00623E05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623E05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623E0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7F6024D8" w:rsidR="00923D7D" w:rsidRPr="00623E05" w:rsidRDefault="00CC2A3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niemiecki</w:t>
            </w:r>
            <w:r w:rsidR="006B2962" w:rsidRPr="00623E05">
              <w:rPr>
                <w:rFonts w:ascii="Corbel" w:hAnsi="Corbel"/>
                <w:b w:val="0"/>
                <w:sz w:val="24"/>
                <w:szCs w:val="24"/>
              </w:rPr>
              <w:t xml:space="preserve"> / polski</w:t>
            </w:r>
          </w:p>
        </w:tc>
      </w:tr>
      <w:tr w:rsidR="0085747A" w:rsidRPr="00623E05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623E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623E05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623E05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623E0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649F802B" w:rsidR="0085747A" w:rsidRPr="00623E05" w:rsidRDefault="007E68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 xml:space="preserve">mgr Zofia </w:t>
            </w:r>
            <w:proofErr w:type="spellStart"/>
            <w:r w:rsidRPr="00623E05">
              <w:rPr>
                <w:rFonts w:ascii="Corbel" w:hAnsi="Corbel"/>
                <w:b w:val="0"/>
                <w:sz w:val="24"/>
                <w:szCs w:val="24"/>
              </w:rPr>
              <w:t>Orlof</w:t>
            </w:r>
            <w:proofErr w:type="spellEnd"/>
            <w:r w:rsidR="003035BB" w:rsidRPr="00623E0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06671629" w14:textId="77777777" w:rsidR="0085747A" w:rsidRPr="00623E0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23E05">
        <w:rPr>
          <w:rFonts w:ascii="Corbel" w:hAnsi="Corbel"/>
          <w:sz w:val="24"/>
          <w:szCs w:val="24"/>
        </w:rPr>
        <w:t xml:space="preserve">* </w:t>
      </w:r>
      <w:r w:rsidRPr="00623E05">
        <w:rPr>
          <w:rFonts w:ascii="Corbel" w:hAnsi="Corbel"/>
          <w:i/>
          <w:sz w:val="24"/>
          <w:szCs w:val="24"/>
        </w:rPr>
        <w:t>-</w:t>
      </w:r>
      <w:r w:rsidR="00B90885" w:rsidRPr="00623E0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23E05">
        <w:rPr>
          <w:rFonts w:ascii="Corbel" w:hAnsi="Corbel"/>
          <w:b w:val="0"/>
          <w:sz w:val="24"/>
          <w:szCs w:val="24"/>
        </w:rPr>
        <w:t>e,</w:t>
      </w:r>
      <w:r w:rsidRPr="00623E05">
        <w:rPr>
          <w:rFonts w:ascii="Corbel" w:hAnsi="Corbel"/>
          <w:i/>
          <w:sz w:val="24"/>
          <w:szCs w:val="24"/>
        </w:rPr>
        <w:t xml:space="preserve"> </w:t>
      </w:r>
      <w:r w:rsidRPr="00623E0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23E0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623E0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Pr="00623E0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23E05">
        <w:rPr>
          <w:rFonts w:ascii="Corbel" w:hAnsi="Corbel"/>
          <w:sz w:val="24"/>
          <w:szCs w:val="24"/>
        </w:rPr>
        <w:t>1.</w:t>
      </w:r>
      <w:r w:rsidR="00E22FBC" w:rsidRPr="00623E05">
        <w:rPr>
          <w:rFonts w:ascii="Corbel" w:hAnsi="Corbel"/>
          <w:sz w:val="24"/>
          <w:szCs w:val="24"/>
        </w:rPr>
        <w:t>1</w:t>
      </w:r>
      <w:r w:rsidRPr="00623E0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623E05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5566A" w:rsidRPr="00623E05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Pr="00623E05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3E05"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623E05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3E05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623E05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E05">
              <w:rPr>
                <w:rFonts w:ascii="Corbel" w:hAnsi="Corbel"/>
                <w:szCs w:val="24"/>
              </w:rPr>
              <w:t>Wykł</w:t>
            </w:r>
            <w:proofErr w:type="spellEnd"/>
            <w:r w:rsidRPr="00623E0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77777777" w:rsidR="0045566A" w:rsidRPr="00623E05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3E0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623E05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E05">
              <w:rPr>
                <w:rFonts w:ascii="Corbel" w:hAnsi="Corbel"/>
                <w:szCs w:val="24"/>
              </w:rPr>
              <w:t>Konw</w:t>
            </w:r>
            <w:proofErr w:type="spellEnd"/>
            <w:r w:rsidRPr="00623E0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623E05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3E0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623E05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E05">
              <w:rPr>
                <w:rFonts w:ascii="Corbel" w:hAnsi="Corbel"/>
                <w:szCs w:val="24"/>
              </w:rPr>
              <w:t>Sem</w:t>
            </w:r>
            <w:proofErr w:type="spellEnd"/>
            <w:r w:rsidRPr="00623E0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623E05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3E0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623E05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23E05">
              <w:rPr>
                <w:rFonts w:ascii="Corbel" w:hAnsi="Corbel"/>
                <w:szCs w:val="24"/>
              </w:rPr>
              <w:t>Prakt</w:t>
            </w:r>
            <w:proofErr w:type="spellEnd"/>
            <w:r w:rsidRPr="00623E0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623E05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23E0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623E05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23E05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45566A" w:rsidRPr="00623E05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4DAD0494" w:rsidR="0045566A" w:rsidRPr="00623E05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2</w:t>
            </w:r>
            <w:r w:rsidR="0045566A" w:rsidRPr="00623E0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623E05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5E3DE048" w:rsidR="0045566A" w:rsidRPr="00623E05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2</w:t>
            </w:r>
            <w:r w:rsidR="0045566A" w:rsidRPr="00623E0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623E05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4431F0C7" w:rsidR="0045566A" w:rsidRPr="00623E05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2</w:t>
            </w:r>
            <w:r w:rsidR="0045566A" w:rsidRPr="00623E0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623E05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4993C99C" w:rsidR="0045566A" w:rsidRPr="00623E05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2</w:t>
            </w:r>
            <w:r w:rsidR="0045566A" w:rsidRPr="00623E05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623E05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0ADC9B66" w:rsidR="0045566A" w:rsidRPr="00623E05" w:rsidRDefault="00B94FC0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217224" w:rsidRPr="00623E05" w14:paraId="0DC4AD6C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BA56" w14:textId="277B8C34" w:rsidR="00217224" w:rsidRPr="00623E05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D5DC4" w14:textId="77777777" w:rsidR="00217224" w:rsidRPr="00623E05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1106" w14:textId="2D743665" w:rsidR="00217224" w:rsidRPr="00623E05" w:rsidRDefault="00754A72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17CD" w14:textId="77777777" w:rsidR="00217224" w:rsidRPr="00623E05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00CC" w14:textId="77777777" w:rsidR="00217224" w:rsidRPr="00623E05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461B" w14:textId="77777777" w:rsidR="00217224" w:rsidRPr="00623E05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07C42" w14:textId="77777777" w:rsidR="00217224" w:rsidRPr="00623E05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D2F5" w14:textId="77777777" w:rsidR="00217224" w:rsidRPr="00623E05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8D8D3" w14:textId="77777777" w:rsidR="00217224" w:rsidRPr="00623E05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2C5A1" w14:textId="0514A902" w:rsidR="00217224" w:rsidRPr="00623E05" w:rsidRDefault="00217224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01AB829" w14:textId="77777777" w:rsidR="00923D7D" w:rsidRPr="00623E0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623E0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23E05">
        <w:rPr>
          <w:rFonts w:ascii="Corbel" w:hAnsi="Corbel"/>
          <w:smallCaps w:val="0"/>
          <w:szCs w:val="24"/>
        </w:rPr>
        <w:t>1.</w:t>
      </w:r>
      <w:r w:rsidR="00E22FBC" w:rsidRPr="00623E05">
        <w:rPr>
          <w:rFonts w:ascii="Corbel" w:hAnsi="Corbel"/>
          <w:smallCaps w:val="0"/>
          <w:szCs w:val="24"/>
        </w:rPr>
        <w:t>2</w:t>
      </w:r>
      <w:r w:rsidR="00F83B28" w:rsidRPr="00623E05">
        <w:rPr>
          <w:rFonts w:ascii="Corbel" w:hAnsi="Corbel"/>
          <w:smallCaps w:val="0"/>
          <w:szCs w:val="24"/>
        </w:rPr>
        <w:t>.</w:t>
      </w:r>
      <w:r w:rsidR="00F83B28" w:rsidRPr="00623E05">
        <w:rPr>
          <w:rFonts w:ascii="Corbel" w:hAnsi="Corbel"/>
          <w:smallCaps w:val="0"/>
          <w:szCs w:val="24"/>
        </w:rPr>
        <w:tab/>
      </w:r>
      <w:r w:rsidRPr="00623E05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623E05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23E05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623E05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623E0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Pr="00623E0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623E05">
        <w:rPr>
          <w:rFonts w:ascii="Corbel" w:hAnsi="Corbel"/>
          <w:smallCaps w:val="0"/>
          <w:szCs w:val="24"/>
        </w:rPr>
        <w:t xml:space="preserve">1.3 </w:t>
      </w:r>
      <w:r w:rsidR="00F83B28" w:rsidRPr="00623E05">
        <w:rPr>
          <w:rFonts w:ascii="Corbel" w:hAnsi="Corbel"/>
          <w:smallCaps w:val="0"/>
          <w:szCs w:val="24"/>
        </w:rPr>
        <w:tab/>
      </w:r>
      <w:r w:rsidRPr="00623E05">
        <w:rPr>
          <w:rFonts w:ascii="Corbel" w:hAnsi="Corbel"/>
          <w:smallCaps w:val="0"/>
          <w:szCs w:val="24"/>
        </w:rPr>
        <w:t>For</w:t>
      </w:r>
      <w:r w:rsidR="00445970" w:rsidRPr="00623E05">
        <w:rPr>
          <w:rFonts w:ascii="Corbel" w:hAnsi="Corbel"/>
          <w:smallCaps w:val="0"/>
          <w:szCs w:val="24"/>
        </w:rPr>
        <w:t xml:space="preserve">ma zaliczenia przedmiotu </w:t>
      </w:r>
      <w:r w:rsidRPr="00623E05">
        <w:rPr>
          <w:rFonts w:ascii="Corbel" w:hAnsi="Corbel"/>
          <w:smallCaps w:val="0"/>
          <w:szCs w:val="24"/>
        </w:rPr>
        <w:t xml:space="preserve">(z toku) </w:t>
      </w:r>
      <w:r w:rsidRPr="00623E0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623E05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623E05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Pr="00623E0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FAB6B7" w14:textId="77777777" w:rsidR="00E960BB" w:rsidRPr="00623E0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623E0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23E0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23E05" w14:paraId="3A706F80" w14:textId="77777777" w:rsidTr="00745302">
        <w:tc>
          <w:tcPr>
            <w:tcW w:w="9670" w:type="dxa"/>
          </w:tcPr>
          <w:p w14:paraId="329C8A3F" w14:textId="7A25284C" w:rsidR="0085747A" w:rsidRPr="00623E05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623E0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23E05">
        <w:rPr>
          <w:rFonts w:ascii="Corbel" w:hAnsi="Corbel"/>
          <w:szCs w:val="24"/>
        </w:rPr>
        <w:t>3.</w:t>
      </w:r>
      <w:r w:rsidR="0085747A" w:rsidRPr="00623E05">
        <w:rPr>
          <w:rFonts w:ascii="Corbel" w:hAnsi="Corbel"/>
          <w:szCs w:val="24"/>
        </w:rPr>
        <w:t xml:space="preserve"> </w:t>
      </w:r>
      <w:r w:rsidR="00A84C85" w:rsidRPr="00623E05">
        <w:rPr>
          <w:rFonts w:ascii="Corbel" w:hAnsi="Corbel"/>
          <w:szCs w:val="24"/>
        </w:rPr>
        <w:t>cele, efekty uczenia się</w:t>
      </w:r>
      <w:r w:rsidR="0085747A" w:rsidRPr="00623E05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623E0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Pr="00623E0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23E05">
        <w:rPr>
          <w:rFonts w:ascii="Corbel" w:hAnsi="Corbel"/>
          <w:sz w:val="24"/>
          <w:szCs w:val="24"/>
        </w:rPr>
        <w:t xml:space="preserve">3.1 </w:t>
      </w:r>
      <w:r w:rsidR="00C05F44" w:rsidRPr="00623E05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623E0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23E05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623E0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623E0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623E05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623E05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623E05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623E05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623E05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623E0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623E05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623E0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 w:rsidRPr="00623E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623E0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623E05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623E05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623E0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623E0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623E05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623E05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623E05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623E0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623E05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23E05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623E0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623E0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23E05">
        <w:rPr>
          <w:rFonts w:ascii="Corbel" w:hAnsi="Corbel"/>
          <w:b/>
          <w:sz w:val="24"/>
          <w:szCs w:val="24"/>
        </w:rPr>
        <w:t xml:space="preserve">3.2 </w:t>
      </w:r>
      <w:r w:rsidR="001D7B54" w:rsidRPr="00623E05">
        <w:rPr>
          <w:rFonts w:ascii="Corbel" w:hAnsi="Corbel"/>
          <w:b/>
          <w:sz w:val="24"/>
          <w:szCs w:val="24"/>
        </w:rPr>
        <w:t xml:space="preserve">Efekty </w:t>
      </w:r>
      <w:r w:rsidR="00C05F44" w:rsidRPr="00623E0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23E05">
        <w:rPr>
          <w:rFonts w:ascii="Corbel" w:hAnsi="Corbel"/>
          <w:b/>
          <w:sz w:val="24"/>
          <w:szCs w:val="24"/>
        </w:rPr>
        <w:t>dla przedmiotu</w:t>
      </w:r>
      <w:r w:rsidR="00445970" w:rsidRPr="00623E05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623E0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623E05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623E0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23E0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23E0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623E0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623E05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23E0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23E05" w14:paraId="3286923B" w14:textId="77777777" w:rsidTr="004C3BD6">
        <w:tc>
          <w:tcPr>
            <w:tcW w:w="1680" w:type="dxa"/>
          </w:tcPr>
          <w:p w14:paraId="23DBA0D5" w14:textId="77777777" w:rsidR="0085747A" w:rsidRPr="00623E0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77777777" w:rsidR="001A6BA8" w:rsidRPr="00623E05" w:rsidRDefault="001A6BA8" w:rsidP="00DD18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  <w:p w14:paraId="7D11BAC1" w14:textId="77777777" w:rsidR="00DD18F7" w:rsidRPr="00623E05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zrozumie tekst specjalistyczny z zakresu tematyki pedagogicznej, zastosuje specjalistyczne słownictwo </w:t>
            </w:r>
          </w:p>
          <w:p w14:paraId="2C367A0C" w14:textId="77777777" w:rsidR="00DD18F7" w:rsidRPr="00623E05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z dziedziny pedagogiki w różnorodnych obszarach posługując się poprawnie terminologią pedagogiczną </w:t>
            </w:r>
          </w:p>
          <w:p w14:paraId="2C8F88BE" w14:textId="64F987A4" w:rsidR="0085747A" w:rsidRPr="00623E05" w:rsidRDefault="00DD18F7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653B09" w:rsidRPr="00623E05">
              <w:rPr>
                <w:rFonts w:ascii="Corbel" w:hAnsi="Corbel"/>
                <w:b w:val="0"/>
                <w:bCs/>
                <w:smallCaps w:val="0"/>
                <w:szCs w:val="24"/>
              </w:rPr>
              <w:t>niemieckim</w:t>
            </w:r>
            <w:r w:rsidRPr="00623E0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1909EB2B" w:rsidR="00DD18F7" w:rsidRPr="00623E05" w:rsidRDefault="00DD18F7" w:rsidP="00DD18F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Pr="00623E05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623E05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623E05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623E05" w14:paraId="54389C0A" w14:textId="77777777" w:rsidTr="004C3BD6">
        <w:tc>
          <w:tcPr>
            <w:tcW w:w="1680" w:type="dxa"/>
          </w:tcPr>
          <w:p w14:paraId="6FA4B26E" w14:textId="77777777" w:rsidR="0085747A" w:rsidRPr="00623E0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77777777" w:rsidR="00B17AFA" w:rsidRPr="00623E05" w:rsidRDefault="00B17AFA" w:rsidP="00D30565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Student dokona krytycznej oceny posiadanej wiedzy </w:t>
            </w:r>
          </w:p>
          <w:p w14:paraId="390F072A" w14:textId="6E6977EB" w:rsidR="001A6BA8" w:rsidRPr="00623E05" w:rsidRDefault="00B17AFA" w:rsidP="00D305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i umiejętności oraz motywacji do samokształcenia</w:t>
            </w:r>
            <w:r w:rsidR="00D30565" w:rsidRPr="00623E0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i samorozwoju w zakresie języka </w:t>
            </w:r>
            <w:r w:rsidR="00D30565" w:rsidRPr="00623E05">
              <w:rPr>
                <w:rFonts w:ascii="Corbel" w:hAnsi="Corbel"/>
                <w:b w:val="0"/>
                <w:smallCaps w:val="0"/>
                <w:szCs w:val="24"/>
              </w:rPr>
              <w:t>niemieckiego</w:t>
            </w:r>
            <w:r w:rsidR="00D30565" w:rsidRPr="00623E0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z terminologią specjalistyczną.</w:t>
            </w:r>
          </w:p>
          <w:p w14:paraId="1C5E0D5D" w14:textId="6DE6F74D" w:rsidR="0085747A" w:rsidRPr="00623E05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Pr="00623E05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01BE72C2" w:rsidR="0085747A" w:rsidRPr="00623E05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623E05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</w:tbl>
    <w:p w14:paraId="7D2BAF4D" w14:textId="77777777" w:rsidR="0085747A" w:rsidRPr="00623E0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Pr="00623E05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623E0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23E05">
        <w:rPr>
          <w:rFonts w:ascii="Corbel" w:hAnsi="Corbel"/>
          <w:b/>
          <w:sz w:val="24"/>
          <w:szCs w:val="24"/>
        </w:rPr>
        <w:t>3.3</w:t>
      </w:r>
      <w:r w:rsidR="001D7B54" w:rsidRPr="00623E05">
        <w:rPr>
          <w:rFonts w:ascii="Corbel" w:hAnsi="Corbel"/>
          <w:b/>
          <w:sz w:val="24"/>
          <w:szCs w:val="24"/>
        </w:rPr>
        <w:t xml:space="preserve"> </w:t>
      </w:r>
      <w:r w:rsidR="0085747A" w:rsidRPr="00623E05">
        <w:rPr>
          <w:rFonts w:ascii="Corbel" w:hAnsi="Corbel"/>
          <w:b/>
          <w:sz w:val="24"/>
          <w:szCs w:val="24"/>
        </w:rPr>
        <w:t>T</w:t>
      </w:r>
      <w:r w:rsidR="001D7B54" w:rsidRPr="00623E0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23E05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623E0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23E05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623E0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E05" w14:paraId="0AD6F1E9" w14:textId="77777777" w:rsidTr="00720AF9">
        <w:tc>
          <w:tcPr>
            <w:tcW w:w="9520" w:type="dxa"/>
          </w:tcPr>
          <w:p w14:paraId="6641F167" w14:textId="77777777" w:rsidR="0085747A" w:rsidRPr="00623E0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623E05" w14:paraId="0D6E225A" w14:textId="77777777" w:rsidTr="00720AF9">
        <w:tc>
          <w:tcPr>
            <w:tcW w:w="9520" w:type="dxa"/>
          </w:tcPr>
          <w:p w14:paraId="730B23ED" w14:textId="77777777" w:rsidR="0085747A" w:rsidRPr="00623E0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623E0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623E0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23E0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23E05">
        <w:rPr>
          <w:rFonts w:ascii="Corbel" w:hAnsi="Corbel"/>
          <w:sz w:val="24"/>
          <w:szCs w:val="24"/>
        </w:rPr>
        <w:t xml:space="preserve">, </w:t>
      </w:r>
      <w:r w:rsidRPr="00623E05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623E0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23E05" w14:paraId="4393A657" w14:textId="77777777" w:rsidTr="00B80F4C">
        <w:tc>
          <w:tcPr>
            <w:tcW w:w="9520" w:type="dxa"/>
          </w:tcPr>
          <w:p w14:paraId="387A36C3" w14:textId="77777777" w:rsidR="0085747A" w:rsidRPr="00623E0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2E4D" w:rsidRPr="00623E05" w14:paraId="3417A695" w14:textId="77777777" w:rsidTr="00B80F4C">
        <w:tc>
          <w:tcPr>
            <w:tcW w:w="9520" w:type="dxa"/>
          </w:tcPr>
          <w:p w14:paraId="126126BC" w14:textId="5B3F1FAD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="00E1417B" w:rsidRPr="00623E05">
              <w:rPr>
                <w:rFonts w:ascii="Corbel" w:hAnsi="Corbel"/>
                <w:sz w:val="24"/>
                <w:szCs w:val="24"/>
              </w:rPr>
              <w:br/>
            </w:r>
            <w:r w:rsidRPr="00623E05">
              <w:rPr>
                <w:rFonts w:ascii="Corbel" w:hAnsi="Corbel"/>
                <w:sz w:val="24"/>
                <w:szCs w:val="24"/>
              </w:rPr>
              <w:t>i wyrażenia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623E05" w14:paraId="620975D4" w14:textId="77777777" w:rsidTr="00B80F4C">
        <w:tc>
          <w:tcPr>
            <w:tcW w:w="9520" w:type="dxa"/>
          </w:tcPr>
          <w:p w14:paraId="0D94F34C" w14:textId="1FAF0BDD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0A5E6305" w14:textId="4B17EA32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5E0313EC" w14:textId="77777777" w:rsidTr="00B80F4C">
        <w:tc>
          <w:tcPr>
            <w:tcW w:w="9520" w:type="dxa"/>
          </w:tcPr>
          <w:p w14:paraId="264658FE" w14:textId="6EA89BB6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Udział studentów w życiu społecznym. Praca z tekstem oryginalnym</w:t>
            </w:r>
            <w:r w:rsidR="007E48B1" w:rsidRPr="00623E05">
              <w:rPr>
                <w:rFonts w:ascii="Corbel" w:hAnsi="Corbel"/>
                <w:sz w:val="24"/>
                <w:szCs w:val="24"/>
              </w:rPr>
              <w:t>,</w:t>
            </w:r>
            <w:r w:rsidRPr="00623E05">
              <w:rPr>
                <w:rFonts w:ascii="Corbel" w:hAnsi="Corbel"/>
                <w:sz w:val="24"/>
                <w:szCs w:val="24"/>
              </w:rPr>
              <w:t xml:space="preserve"> translacja, streszczenie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1FFA3D01" w14:textId="2AE14056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7BA81422" w14:textId="77777777" w:rsidTr="00B80F4C">
        <w:tc>
          <w:tcPr>
            <w:tcW w:w="9520" w:type="dxa"/>
          </w:tcPr>
          <w:p w14:paraId="73D0CC75" w14:textId="18B416E5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74264814" w14:textId="7C3124B2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62943677" w14:textId="77777777" w:rsidTr="00B80F4C">
        <w:tc>
          <w:tcPr>
            <w:tcW w:w="9520" w:type="dxa"/>
          </w:tcPr>
          <w:p w14:paraId="2C408995" w14:textId="12788673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Media jako czynnik kształtujący opinię publiczna. Praca </w:t>
            </w:r>
            <w:r w:rsidR="003D39AA" w:rsidRPr="00623E05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623E05">
              <w:rPr>
                <w:rFonts w:ascii="Corbel" w:hAnsi="Corbel"/>
                <w:sz w:val="24"/>
                <w:szCs w:val="24"/>
              </w:rPr>
              <w:t>tekstem oryginalnym; przygotowanie do prezentacji multimedialnej (przykłady poprawnego wykonania prezentacji ze strony e-dydaktyka)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39934A3F" w14:textId="0037EE32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481225AB" w14:textId="77777777" w:rsidTr="00B80F4C">
        <w:tc>
          <w:tcPr>
            <w:tcW w:w="9520" w:type="dxa"/>
          </w:tcPr>
          <w:p w14:paraId="3593BEEA" w14:textId="77777777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21B8C2B4" w14:textId="36BAC13B" w:rsidR="007C253B" w:rsidRPr="00623E05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291A6AC5" w14:textId="77777777" w:rsidTr="00B80F4C">
        <w:tc>
          <w:tcPr>
            <w:tcW w:w="9520" w:type="dxa"/>
          </w:tcPr>
          <w:p w14:paraId="35A9DBA0" w14:textId="000FDF9E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Problemy współczesnych społeczeństw. Projekt indywidualny studentów na wybrany temat (np. </w:t>
            </w:r>
            <w:r w:rsidRPr="00623E05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naturalnego)</w:t>
            </w:r>
            <w:r w:rsidR="007C253B" w:rsidRPr="00623E05">
              <w:rPr>
                <w:rFonts w:ascii="Corbel" w:hAnsi="Corbel"/>
                <w:i/>
                <w:sz w:val="24"/>
                <w:szCs w:val="24"/>
              </w:rPr>
              <w:t>.</w:t>
            </w:r>
          </w:p>
          <w:p w14:paraId="440258EE" w14:textId="79023484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23FE186C" w14:textId="77777777" w:rsidTr="00B80F4C">
        <w:tc>
          <w:tcPr>
            <w:tcW w:w="9520" w:type="dxa"/>
          </w:tcPr>
          <w:p w14:paraId="505B5E18" w14:textId="7C02643F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 (typowe zwroty i wyrażenia)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1123C30A" w14:textId="4246123A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1D0D24E1" w14:textId="77777777" w:rsidTr="00B80F4C">
        <w:tc>
          <w:tcPr>
            <w:tcW w:w="9520" w:type="dxa"/>
          </w:tcPr>
          <w:p w14:paraId="6203F8F2" w14:textId="4399A745" w:rsidR="003D39AA" w:rsidRPr="00623E05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Pedagogika</w:t>
            </w:r>
            <w:r w:rsidR="00732CA8" w:rsidRPr="00623E05">
              <w:rPr>
                <w:rFonts w:ascii="Corbel" w:hAnsi="Corbel"/>
                <w:sz w:val="24"/>
                <w:szCs w:val="24"/>
              </w:rPr>
              <w:t xml:space="preserve"> jako </w:t>
            </w:r>
            <w:r w:rsidRPr="00623E05">
              <w:rPr>
                <w:rFonts w:ascii="Corbel" w:hAnsi="Corbel"/>
                <w:sz w:val="24"/>
                <w:szCs w:val="24"/>
              </w:rPr>
              <w:t xml:space="preserve">nauka zajmująca się wychowaniem i kształceniem oraz teoria wychowania. </w:t>
            </w:r>
          </w:p>
          <w:p w14:paraId="032E29FB" w14:textId="1164C5C6" w:rsidR="00C72E4D" w:rsidRPr="00623E05" w:rsidRDefault="00C72E4D" w:rsidP="003D39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Typowe zwroty stosowane w definiowaniu. Naukowe źródła bibliograficzne obcojęzyczne, sporządzanie przypisów (zastosowanie w pisaniu referatów i prac dyplomowych)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72E4D" w:rsidRPr="00623E05" w14:paraId="0985D7DE" w14:textId="77777777" w:rsidTr="00B80F4C">
        <w:tc>
          <w:tcPr>
            <w:tcW w:w="9520" w:type="dxa"/>
          </w:tcPr>
          <w:p w14:paraId="778EFAC0" w14:textId="02F176EB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05402987" w14:textId="5770D8F2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00529AC8" w14:textId="77777777" w:rsidTr="00B80F4C">
        <w:tc>
          <w:tcPr>
            <w:tcW w:w="9520" w:type="dxa"/>
          </w:tcPr>
          <w:p w14:paraId="43369854" w14:textId="046BC854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Studia z zakresu pedagogiki- możliwości zatrudnienia absolwenta w zależności od studiowanych specjalności. Dyskusja na forum grupy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3E4BE30F" w14:textId="649A87B5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0B3DC7E6" w14:textId="77777777" w:rsidTr="00B80F4C">
        <w:tc>
          <w:tcPr>
            <w:tcW w:w="9520" w:type="dxa"/>
          </w:tcPr>
          <w:p w14:paraId="344D10E8" w14:textId="77777777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0B8E6462" w14:textId="77777777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70ADBDBE" w14:textId="77777777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5455206D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72E4D" w:rsidRPr="00623E05" w14:paraId="71B9361E" w14:textId="77777777" w:rsidTr="00B80F4C">
        <w:tc>
          <w:tcPr>
            <w:tcW w:w="9520" w:type="dxa"/>
          </w:tcPr>
          <w:p w14:paraId="60C9DFEB" w14:textId="77777777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3BA030E9" w14:textId="77777777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0B811BC3" w14:textId="29174493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- różnice fizyczne, psychiczne, cechy charakteru</w:t>
            </w:r>
            <w:r w:rsidR="00DC74DF" w:rsidRPr="00623E05">
              <w:rPr>
                <w:rFonts w:ascii="Corbel" w:hAnsi="Corbel"/>
                <w:sz w:val="24"/>
                <w:szCs w:val="24"/>
              </w:rPr>
              <w:t>. D</w:t>
            </w:r>
            <w:r w:rsidRPr="00623E05">
              <w:rPr>
                <w:rFonts w:ascii="Corbel" w:hAnsi="Corbel"/>
                <w:sz w:val="24"/>
                <w:szCs w:val="24"/>
              </w:rPr>
              <w:t>efiniowanie i opisy.</w:t>
            </w:r>
          </w:p>
          <w:p w14:paraId="63132D2E" w14:textId="35EB5261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700D6BD2" w14:textId="77777777" w:rsidTr="00B80F4C">
        <w:tc>
          <w:tcPr>
            <w:tcW w:w="9520" w:type="dxa"/>
          </w:tcPr>
          <w:p w14:paraId="7312B565" w14:textId="207FB86D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</w:t>
            </w:r>
            <w:r w:rsidR="00F60C9E" w:rsidRPr="00623E05">
              <w:rPr>
                <w:rFonts w:ascii="Corbel" w:hAnsi="Corbel"/>
                <w:sz w:val="24"/>
                <w:szCs w:val="24"/>
              </w:rPr>
              <w:t>z</w:t>
            </w:r>
            <w:r w:rsidRPr="00623E05">
              <w:rPr>
                <w:rFonts w:ascii="Corbel" w:hAnsi="Corbel"/>
                <w:sz w:val="24"/>
                <w:szCs w:val="24"/>
              </w:rPr>
              <w:t xml:space="preserve"> tekstem oryginalnym. Elementy dyskusji. </w:t>
            </w:r>
          </w:p>
          <w:p w14:paraId="59F6E71F" w14:textId="43D14C23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30F7952F" w14:textId="77777777" w:rsidTr="00B80F4C">
        <w:tc>
          <w:tcPr>
            <w:tcW w:w="9520" w:type="dxa"/>
          </w:tcPr>
          <w:p w14:paraId="2FC5CE51" w14:textId="35F0F669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="00E1417B" w:rsidRPr="00623E05">
              <w:rPr>
                <w:rFonts w:ascii="Corbel" w:hAnsi="Corbel"/>
                <w:sz w:val="24"/>
                <w:szCs w:val="24"/>
              </w:rPr>
              <w:br/>
            </w:r>
            <w:r w:rsidRPr="00623E05">
              <w:rPr>
                <w:rFonts w:ascii="Corbel" w:hAnsi="Corbel"/>
                <w:sz w:val="24"/>
                <w:szCs w:val="24"/>
              </w:rPr>
              <w:t>i w różnych okresach historycznych na przykładach)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15AD35D9" w14:textId="17A4698C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78A0B2A4" w14:textId="77777777" w:rsidTr="00B80F4C">
        <w:tc>
          <w:tcPr>
            <w:tcW w:w="9520" w:type="dxa"/>
          </w:tcPr>
          <w:p w14:paraId="5288BF2F" w14:textId="27A89BD8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Teoria wychowania: Trudności szkolne dzieci i młodzieży i sposoby ich rozwiązywania. Praca </w:t>
            </w:r>
            <w:r w:rsidR="00856AFA" w:rsidRPr="00623E05">
              <w:rPr>
                <w:rFonts w:ascii="Corbel" w:hAnsi="Corbel"/>
                <w:sz w:val="24"/>
                <w:szCs w:val="24"/>
              </w:rPr>
              <w:br/>
              <w:t>z</w:t>
            </w:r>
            <w:r w:rsidRPr="00623E05">
              <w:rPr>
                <w:rFonts w:ascii="Corbel" w:hAnsi="Corbel"/>
                <w:sz w:val="24"/>
                <w:szCs w:val="24"/>
              </w:rPr>
              <w:t xml:space="preserve"> tekstem oryginalnym z elementami dyskusji.</w:t>
            </w:r>
          </w:p>
          <w:p w14:paraId="4B6B90D9" w14:textId="3FE1EF1C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705A7F93" w14:textId="77777777" w:rsidTr="00B80F4C">
        <w:tc>
          <w:tcPr>
            <w:tcW w:w="9520" w:type="dxa"/>
          </w:tcPr>
          <w:p w14:paraId="631B4C08" w14:textId="7829D952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2FDA9A34" w14:textId="40E6905B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118DCC80" w14:textId="77777777" w:rsidTr="00B80F4C">
        <w:tc>
          <w:tcPr>
            <w:tcW w:w="9520" w:type="dxa"/>
          </w:tcPr>
          <w:p w14:paraId="2940C692" w14:textId="7ED6071E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623E05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623E05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  <w:p w14:paraId="5ACD5048" w14:textId="7CEFA35B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52BB5678" w14:textId="77777777" w:rsidTr="00B80F4C">
        <w:tc>
          <w:tcPr>
            <w:tcW w:w="9520" w:type="dxa"/>
          </w:tcPr>
          <w:p w14:paraId="5092B7FE" w14:textId="29DE02D4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623E05">
              <w:rPr>
                <w:rFonts w:ascii="Corbel" w:hAnsi="Corbel"/>
                <w:sz w:val="24"/>
                <w:szCs w:val="24"/>
              </w:rPr>
              <w:br/>
              <w:t xml:space="preserve">w obszarze nauk społecznych. Praca </w:t>
            </w:r>
            <w:r w:rsidR="00856AFA" w:rsidRPr="00623E05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623E05">
              <w:rPr>
                <w:rFonts w:ascii="Corbel" w:hAnsi="Corbel"/>
                <w:sz w:val="24"/>
                <w:szCs w:val="24"/>
              </w:rPr>
              <w:t>tekstem oryginalnym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6FC4248E" w14:textId="57AADAA4" w:rsidR="007C253B" w:rsidRPr="00623E05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08DF984D" w14:textId="77777777" w:rsidTr="00B80F4C">
        <w:tc>
          <w:tcPr>
            <w:tcW w:w="9520" w:type="dxa"/>
          </w:tcPr>
          <w:p w14:paraId="52577008" w14:textId="27A97320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75E2623C" w14:textId="088DECDA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74C2DE4D" w14:textId="77777777" w:rsidTr="00B80F4C">
        <w:tc>
          <w:tcPr>
            <w:tcW w:w="9520" w:type="dxa"/>
          </w:tcPr>
          <w:p w14:paraId="7F71C07D" w14:textId="3F5ED63A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="00E1417B" w:rsidRPr="00623E05">
              <w:rPr>
                <w:rFonts w:ascii="Corbel" w:hAnsi="Corbel"/>
                <w:sz w:val="24"/>
                <w:szCs w:val="24"/>
              </w:rPr>
              <w:br/>
            </w:r>
            <w:r w:rsidRPr="00623E05">
              <w:rPr>
                <w:rFonts w:ascii="Corbel" w:hAnsi="Corbel"/>
                <w:sz w:val="24"/>
                <w:szCs w:val="24"/>
              </w:rPr>
              <w:t xml:space="preserve">i przykłady. Praca </w:t>
            </w:r>
            <w:r w:rsidR="00F60C9E" w:rsidRPr="00623E05">
              <w:rPr>
                <w:rFonts w:ascii="Corbel" w:hAnsi="Corbel"/>
                <w:sz w:val="24"/>
                <w:szCs w:val="24"/>
              </w:rPr>
              <w:t>z</w:t>
            </w:r>
            <w:r w:rsidRPr="00623E05">
              <w:rPr>
                <w:rFonts w:ascii="Corbel" w:hAnsi="Corbel"/>
                <w:sz w:val="24"/>
                <w:szCs w:val="24"/>
              </w:rPr>
              <w:t xml:space="preserve"> tekstem oryginalnym; sporządzanie notatek i streszczeń jako przygotowanie do referowania i pisania pracy dyplomowej</w:t>
            </w:r>
          </w:p>
          <w:p w14:paraId="01B76C50" w14:textId="495FA8BC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6AB23C17" w14:textId="77777777" w:rsidTr="00B80F4C">
        <w:tc>
          <w:tcPr>
            <w:tcW w:w="9520" w:type="dxa"/>
          </w:tcPr>
          <w:p w14:paraId="49F27698" w14:textId="5D03479A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1E39331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65577C03" w14:textId="77777777" w:rsidTr="00B80F4C">
        <w:tc>
          <w:tcPr>
            <w:tcW w:w="9520" w:type="dxa"/>
          </w:tcPr>
          <w:p w14:paraId="75BC705E" w14:textId="4598896E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="00E1417B" w:rsidRPr="00623E05">
              <w:rPr>
                <w:rFonts w:ascii="Corbel" w:hAnsi="Corbel"/>
                <w:sz w:val="24"/>
                <w:szCs w:val="24"/>
              </w:rPr>
              <w:br/>
            </w:r>
            <w:r w:rsidRPr="00623E05">
              <w:rPr>
                <w:rFonts w:ascii="Corbel" w:hAnsi="Corbel"/>
                <w:sz w:val="24"/>
                <w:szCs w:val="24"/>
              </w:rPr>
              <w:t xml:space="preserve">i podjęcia pracy zawodowej. Zasady zachowania się, przygotowania, typowe pytania </w:t>
            </w:r>
            <w:r w:rsidR="00E1417B" w:rsidRPr="00623E05">
              <w:rPr>
                <w:rFonts w:ascii="Corbel" w:hAnsi="Corbel"/>
                <w:sz w:val="24"/>
                <w:szCs w:val="24"/>
              </w:rPr>
              <w:br/>
            </w:r>
            <w:r w:rsidRPr="00623E05">
              <w:rPr>
                <w:rFonts w:ascii="Corbel" w:hAnsi="Corbel"/>
                <w:sz w:val="24"/>
                <w:szCs w:val="24"/>
              </w:rPr>
              <w:t>i odpowiedzi.</w:t>
            </w:r>
          </w:p>
          <w:p w14:paraId="4035A714" w14:textId="3ACEB615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5A5A538D" w14:textId="77777777" w:rsidTr="00B80F4C">
        <w:tc>
          <w:tcPr>
            <w:tcW w:w="9520" w:type="dxa"/>
          </w:tcPr>
          <w:p w14:paraId="592FCD78" w14:textId="2AB26306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13CDD468" w14:textId="603A2FDF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7227123A" w14:textId="77777777" w:rsidTr="00B80F4C">
        <w:tc>
          <w:tcPr>
            <w:tcW w:w="9520" w:type="dxa"/>
          </w:tcPr>
          <w:p w14:paraId="0F207316" w14:textId="77777777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188DB333" w:rsidR="007C253B" w:rsidRPr="00623E05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  <w:highlight w:val="yellow"/>
              </w:rPr>
            </w:pPr>
          </w:p>
        </w:tc>
      </w:tr>
      <w:tr w:rsidR="00C72E4D" w:rsidRPr="00623E05" w14:paraId="65FDAE12" w14:textId="77777777" w:rsidTr="00B80F4C">
        <w:tc>
          <w:tcPr>
            <w:tcW w:w="9520" w:type="dxa"/>
          </w:tcPr>
          <w:p w14:paraId="311F0267" w14:textId="6AEBD860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0E9ADC2F" w14:textId="6DF186CB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4A9971E2" w14:textId="77777777" w:rsidTr="00B80F4C">
        <w:tc>
          <w:tcPr>
            <w:tcW w:w="9520" w:type="dxa"/>
          </w:tcPr>
          <w:p w14:paraId="0DAC00A3" w14:textId="48CB89EC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Praca metodą projektu (projekt w grupie, projekt indywidualny; argumentowanie, przykłady)</w:t>
            </w:r>
            <w:r w:rsidR="00856AFA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7009FF70" w14:textId="074F9DB4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5EB32434" w14:textId="77777777" w:rsidTr="00B80F4C">
        <w:tc>
          <w:tcPr>
            <w:tcW w:w="9520" w:type="dxa"/>
          </w:tcPr>
          <w:p w14:paraId="1AA1312D" w14:textId="68FF9C59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Przygotowanie prezentacji indywidulanej / referatu. Wymagania dotyczące prezentacji multimedialnych 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–</w:t>
            </w:r>
            <w:r w:rsidRPr="00623E05">
              <w:rPr>
                <w:rFonts w:ascii="Corbel" w:hAnsi="Corbel"/>
                <w:sz w:val="24"/>
                <w:szCs w:val="24"/>
              </w:rPr>
              <w:t xml:space="preserve"> omówienie</w:t>
            </w:r>
            <w:r w:rsidR="007C253B" w:rsidRPr="00623E05">
              <w:rPr>
                <w:rFonts w:ascii="Corbel" w:hAnsi="Corbel"/>
                <w:sz w:val="24"/>
                <w:szCs w:val="24"/>
              </w:rPr>
              <w:t>.</w:t>
            </w:r>
          </w:p>
          <w:p w14:paraId="5CE8813F" w14:textId="01CD4B5F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0B0342EA" w14:textId="77777777" w:rsidTr="00B80F4C">
        <w:tc>
          <w:tcPr>
            <w:tcW w:w="9520" w:type="dxa"/>
          </w:tcPr>
          <w:p w14:paraId="65FE02D4" w14:textId="77777777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  <w:p w14:paraId="079C1CA3" w14:textId="311DF99E" w:rsidR="007C253B" w:rsidRPr="00623E05" w:rsidRDefault="007C253B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72E4D" w:rsidRPr="00623E05" w14:paraId="5C332C6D" w14:textId="77777777" w:rsidTr="00B80F4C">
        <w:tc>
          <w:tcPr>
            <w:tcW w:w="9520" w:type="dxa"/>
          </w:tcPr>
          <w:p w14:paraId="505513AA" w14:textId="547B9082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4E765A5" w14:textId="60F0A982" w:rsidR="00C72E4D" w:rsidRPr="00623E05" w:rsidRDefault="00C72E4D" w:rsidP="00E1417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623E0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623E0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23E05">
        <w:rPr>
          <w:rFonts w:ascii="Corbel" w:hAnsi="Corbel"/>
          <w:smallCaps w:val="0"/>
          <w:szCs w:val="24"/>
        </w:rPr>
        <w:t>3.4 Metody dydaktyczne</w:t>
      </w:r>
      <w:r w:rsidRPr="00623E05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623E0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623E0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0" w:name="_Hlk22231856"/>
      <w:r w:rsidRPr="00623E05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623E05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623E05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623E05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623E05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623E05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623E05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623E05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623E05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623E05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623E05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623E05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623E05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623E05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623E05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623E05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623E05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623E05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1" w:name="_Hlk22229519"/>
      <w:r w:rsidR="007C253B" w:rsidRPr="00623E05">
        <w:rPr>
          <w:rFonts w:ascii="Corbel" w:hAnsi="Corbel"/>
          <w:b w:val="0"/>
          <w:iCs/>
          <w:smallCaps w:val="0"/>
          <w:szCs w:val="24"/>
        </w:rPr>
        <w:t>odgrywanie ról</w:t>
      </w:r>
      <w:bookmarkEnd w:id="1"/>
      <w:r w:rsidR="007C253B" w:rsidRPr="00623E05">
        <w:rPr>
          <w:rFonts w:ascii="Corbel" w:hAnsi="Corbel"/>
          <w:b w:val="0"/>
          <w:iCs/>
          <w:smallCaps w:val="0"/>
          <w:szCs w:val="24"/>
        </w:rPr>
        <w:t>, tworzenie wypowiedzi pisemnych.</w:t>
      </w:r>
    </w:p>
    <w:bookmarkEnd w:id="0"/>
    <w:p w14:paraId="2D5D7354" w14:textId="77777777" w:rsidR="0085747A" w:rsidRPr="00623E0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623E0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23E05">
        <w:rPr>
          <w:rFonts w:ascii="Corbel" w:hAnsi="Corbel"/>
          <w:smallCaps w:val="0"/>
          <w:szCs w:val="24"/>
        </w:rPr>
        <w:t xml:space="preserve">4. </w:t>
      </w:r>
      <w:r w:rsidR="0085747A" w:rsidRPr="00623E05">
        <w:rPr>
          <w:rFonts w:ascii="Corbel" w:hAnsi="Corbel"/>
          <w:smallCaps w:val="0"/>
          <w:szCs w:val="24"/>
        </w:rPr>
        <w:t>METODY I KRYTERIA OCENY</w:t>
      </w:r>
      <w:r w:rsidR="009F4610" w:rsidRPr="00623E05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623E0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623E0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E0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23E05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623E0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23E05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623E0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623E05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623E05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623E05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623E05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23E0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23E0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623E05" w14:paraId="657461E1" w14:textId="77777777" w:rsidTr="00720AF9">
        <w:tc>
          <w:tcPr>
            <w:tcW w:w="1962" w:type="dxa"/>
          </w:tcPr>
          <w:p w14:paraId="716E8AFD" w14:textId="77777777" w:rsidR="0085747A" w:rsidRPr="00623E0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23E0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23E0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8D6FABB" w14:textId="2A8C9CF2" w:rsidR="0085747A" w:rsidRPr="00623E05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623E05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623E05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 w:rsidRPr="00623E05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623E05">
              <w:rPr>
                <w:rFonts w:ascii="Corbel" w:hAnsi="Corbel"/>
                <w:sz w:val="24"/>
                <w:szCs w:val="24"/>
              </w:rPr>
              <w:t>referat</w:t>
            </w:r>
            <w:r w:rsidR="00C72E4D" w:rsidRPr="00623E05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623E05">
              <w:rPr>
                <w:rFonts w:ascii="Corbel" w:hAnsi="Corbel"/>
                <w:sz w:val="24"/>
                <w:szCs w:val="24"/>
              </w:rPr>
              <w:t xml:space="preserve">), wypowiedź pisemna, obserwacja </w:t>
            </w:r>
            <w:r w:rsidRPr="00623E05">
              <w:rPr>
                <w:rFonts w:ascii="Corbel" w:hAnsi="Corbel"/>
                <w:sz w:val="24"/>
                <w:szCs w:val="24"/>
              </w:rPr>
              <w:br/>
            </w:r>
            <w:r w:rsidR="00720AF9" w:rsidRPr="00623E05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623E05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623E05" w14:paraId="1753E627" w14:textId="77777777" w:rsidTr="00720AF9">
        <w:tc>
          <w:tcPr>
            <w:tcW w:w="1962" w:type="dxa"/>
          </w:tcPr>
          <w:p w14:paraId="3CDBDB04" w14:textId="77777777" w:rsidR="0085747A" w:rsidRPr="00623E0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23E0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623E05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623E05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623E0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623E0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23E05">
        <w:rPr>
          <w:rFonts w:ascii="Corbel" w:hAnsi="Corbel"/>
          <w:smallCaps w:val="0"/>
          <w:szCs w:val="24"/>
        </w:rPr>
        <w:t xml:space="preserve">4.2 </w:t>
      </w:r>
      <w:r w:rsidR="0085747A" w:rsidRPr="00623E0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23E05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623E0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23E05" w14:paraId="4D36B8DE" w14:textId="77777777" w:rsidTr="00923D7D">
        <w:tc>
          <w:tcPr>
            <w:tcW w:w="9670" w:type="dxa"/>
          </w:tcPr>
          <w:p w14:paraId="263D7342" w14:textId="5A46C15A" w:rsidR="00C5372F" w:rsidRPr="00623E05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623E05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623E05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623E05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623E05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623E05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5E7614E9" w14:textId="2C5F72B5" w:rsidR="00C72E4D" w:rsidRPr="00623E05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623E05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623E05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623E05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 w:rsidRPr="00623E05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623E05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 w:rsidRPr="00623E05">
              <w:rPr>
                <w:rFonts w:ascii="Corbel" w:hAnsi="Corbel"/>
                <w:b w:val="0"/>
                <w:smallCaps w:val="0"/>
                <w:szCs w:val="24"/>
              </w:rPr>
              <w:t>praca projektowa (prezentacja, referat/lektura)</w:t>
            </w:r>
          </w:p>
          <w:p w14:paraId="5AA39202" w14:textId="77777777" w:rsidR="00C72E4D" w:rsidRPr="00623E05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623E05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Pr="00623E05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lektury/referatu lektury – do wyboru; </w:t>
            </w:r>
            <w:r w:rsidR="00805987" w:rsidRPr="00623E05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Pr="00623E05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623E05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Pr="00623E05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623E05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Pr="00623E05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23E05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623E05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623E0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623E0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623E0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23E05">
        <w:rPr>
          <w:rFonts w:ascii="Corbel" w:hAnsi="Corbel"/>
          <w:b/>
          <w:sz w:val="24"/>
          <w:szCs w:val="24"/>
        </w:rPr>
        <w:t xml:space="preserve">5. </w:t>
      </w:r>
      <w:r w:rsidR="00C61DC5" w:rsidRPr="00623E0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623E0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23E05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623E0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E0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23E0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23E0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623E0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23E0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23E0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23E0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23E0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623E05" w14:paraId="7196E746" w14:textId="77777777" w:rsidTr="00923D7D">
        <w:tc>
          <w:tcPr>
            <w:tcW w:w="4962" w:type="dxa"/>
          </w:tcPr>
          <w:p w14:paraId="32E31CA0" w14:textId="77777777" w:rsidR="0085747A" w:rsidRPr="00623E0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G</w:t>
            </w:r>
            <w:r w:rsidR="0085747A" w:rsidRPr="00623E0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623E0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623E0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623E05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623E05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623E05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623E0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0F4F88BA" w:rsidR="0085747A" w:rsidRPr="00623E05" w:rsidRDefault="00754A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C61DC5" w:rsidRPr="00623E05" w14:paraId="348A1637" w14:textId="77777777" w:rsidTr="00923D7D">
        <w:tc>
          <w:tcPr>
            <w:tcW w:w="4962" w:type="dxa"/>
          </w:tcPr>
          <w:p w14:paraId="45334F62" w14:textId="77777777" w:rsidR="00C61DC5" w:rsidRPr="00623E0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623E0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759AE6B6" w:rsidR="00C61DC5" w:rsidRPr="00623E0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2BC75577" w:rsidR="00C61DC5" w:rsidRPr="00623E05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8</w:t>
            </w:r>
            <w:r w:rsidR="00754A72" w:rsidRPr="00623E05">
              <w:rPr>
                <w:rFonts w:ascii="Corbel" w:hAnsi="Corbel"/>
                <w:sz w:val="24"/>
                <w:szCs w:val="24"/>
              </w:rPr>
              <w:t xml:space="preserve"> (</w:t>
            </w:r>
            <w:r w:rsidR="005E1494" w:rsidRPr="00623E05">
              <w:rPr>
                <w:rFonts w:ascii="Corbel" w:hAnsi="Corbel"/>
                <w:sz w:val="24"/>
                <w:szCs w:val="24"/>
              </w:rPr>
              <w:t>po dwie godz. w każdym semestrze</w:t>
            </w:r>
            <w:r w:rsidR="00754A72" w:rsidRPr="00623E05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1DC5" w:rsidRPr="00623E05" w14:paraId="4DF89DEB" w14:textId="77777777" w:rsidTr="00923D7D">
        <w:tc>
          <w:tcPr>
            <w:tcW w:w="4962" w:type="dxa"/>
          </w:tcPr>
          <w:p w14:paraId="30830603" w14:textId="77777777" w:rsidR="0071620A" w:rsidRPr="00623E0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623E0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23E0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26D4E62F" w:rsidR="00C61DC5" w:rsidRPr="00623E0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94FC0" w:rsidRPr="00623E05">
              <w:rPr>
                <w:rFonts w:ascii="Corbel" w:hAnsi="Corbel"/>
                <w:sz w:val="24"/>
                <w:szCs w:val="24"/>
              </w:rPr>
              <w:t>przygotowanie pracy projektowej, przygotowanie do sprawdzianów pisemnych</w:t>
            </w:r>
            <w:r w:rsidRPr="00623E0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8171D4" w14:textId="363F4ED2" w:rsidR="00C61DC5" w:rsidRPr="00623E05" w:rsidRDefault="00754A7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623E05" w14:paraId="265A692A" w14:textId="77777777" w:rsidTr="00923D7D">
        <w:tc>
          <w:tcPr>
            <w:tcW w:w="4962" w:type="dxa"/>
          </w:tcPr>
          <w:p w14:paraId="55CF1A49" w14:textId="77777777" w:rsidR="0085747A" w:rsidRPr="00623E0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32CEB169" w:rsidR="0085747A" w:rsidRPr="00623E05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2</w:t>
            </w:r>
            <w:r w:rsidR="00B94FC0" w:rsidRPr="00623E05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623E05" w14:paraId="347123E8" w14:textId="77777777" w:rsidTr="00923D7D">
        <w:tc>
          <w:tcPr>
            <w:tcW w:w="4962" w:type="dxa"/>
          </w:tcPr>
          <w:p w14:paraId="75813EDB" w14:textId="77777777" w:rsidR="0085747A" w:rsidRPr="00623E0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23E0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265E31D2" w:rsidR="0085747A" w:rsidRPr="00623E05" w:rsidRDefault="00B94F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23E0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623E0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23E0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23E0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D82208" w14:textId="77777777" w:rsidR="00623E05" w:rsidRPr="00623E05" w:rsidRDefault="00623E0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623E0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3E05">
        <w:rPr>
          <w:rFonts w:ascii="Corbel" w:hAnsi="Corbel"/>
          <w:smallCaps w:val="0"/>
          <w:szCs w:val="24"/>
        </w:rPr>
        <w:t xml:space="preserve">6. </w:t>
      </w:r>
      <w:r w:rsidR="0085747A" w:rsidRPr="00623E05">
        <w:rPr>
          <w:rFonts w:ascii="Corbel" w:hAnsi="Corbel"/>
          <w:smallCaps w:val="0"/>
          <w:szCs w:val="24"/>
        </w:rPr>
        <w:t>PRAKTYKI ZAWO</w:t>
      </w:r>
      <w:r w:rsidR="009D3F3B" w:rsidRPr="00623E05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623E0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23E05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623E0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623E05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623E05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623E0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623E05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623E0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9E6685" w14:textId="77777777" w:rsidR="00623E05" w:rsidRDefault="00623E0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CFDF73" w14:textId="77777777" w:rsidR="00623E05" w:rsidRDefault="00623E05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2EECEB1" w14:textId="77777777" w:rsidR="0085747A" w:rsidRPr="00623E0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23E05">
        <w:rPr>
          <w:rFonts w:ascii="Corbel" w:hAnsi="Corbel"/>
          <w:smallCaps w:val="0"/>
          <w:szCs w:val="24"/>
        </w:rPr>
        <w:t xml:space="preserve">7. </w:t>
      </w:r>
      <w:r w:rsidR="0085747A" w:rsidRPr="00623E05">
        <w:rPr>
          <w:rFonts w:ascii="Corbel" w:hAnsi="Corbel"/>
          <w:smallCaps w:val="0"/>
          <w:szCs w:val="24"/>
        </w:rPr>
        <w:t>LITERATURA</w:t>
      </w:r>
      <w:r w:rsidRPr="00623E05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623E0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23E05" w14:paraId="000D405A" w14:textId="77777777" w:rsidTr="0071620A">
        <w:trPr>
          <w:trHeight w:val="397"/>
        </w:trPr>
        <w:tc>
          <w:tcPr>
            <w:tcW w:w="7513" w:type="dxa"/>
          </w:tcPr>
          <w:p w14:paraId="2100A0A9" w14:textId="3BE81AD1" w:rsidR="0099450E" w:rsidRPr="00623E05" w:rsidRDefault="0085747A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599E5D" w14:textId="77777777" w:rsidR="00D86B6F" w:rsidRPr="00623E05" w:rsidRDefault="00D86B6F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AC87EB" w14:textId="0023D09C" w:rsidR="007E68F0" w:rsidRPr="00623E05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Braun B., </w:t>
            </w:r>
            <w:proofErr w:type="spellStart"/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Trebesius-Bensch</w:t>
            </w:r>
            <w:proofErr w:type="spellEnd"/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proofErr w:type="spellStart"/>
            <w:r w:rsidRPr="00623E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DaF</w:t>
            </w:r>
            <w:proofErr w:type="spellEnd"/>
            <w:r w:rsidRPr="00623E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kompakt </w:t>
            </w:r>
            <w:proofErr w:type="spellStart"/>
            <w:r w:rsidRPr="00623E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neu</w:t>
            </w:r>
            <w:proofErr w:type="spellEnd"/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LektorKlett</w:t>
            </w:r>
            <w:proofErr w:type="spellEnd"/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-Edukacja 2017</w:t>
            </w:r>
          </w:p>
          <w:p w14:paraId="3280B44A" w14:textId="77777777" w:rsidR="007E68F0" w:rsidRPr="00623E05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9BCB23E" w14:textId="563C20C2" w:rsidR="00B94FC0" w:rsidRPr="00623E05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Böschel</w:t>
            </w:r>
            <w:proofErr w:type="spellEnd"/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</w:t>
            </w:r>
            <w:proofErr w:type="spellStart"/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Finster</w:t>
            </w:r>
            <w:proofErr w:type="spellEnd"/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A., </w:t>
            </w:r>
            <w:r w:rsidRPr="00623E05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Panorama,</w:t>
            </w:r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Cornelsen Verlag 2016</w:t>
            </w:r>
          </w:p>
          <w:p w14:paraId="05EFA19A" w14:textId="77777777" w:rsidR="007E68F0" w:rsidRPr="00623E05" w:rsidRDefault="007E68F0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030585EE" w:rsidR="00C8607E" w:rsidRPr="00623E05" w:rsidRDefault="00C8607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3E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623E05" w:rsidRDefault="006470AE" w:rsidP="00D86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623E0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bookmarkStart w:id="2" w:name="_GoBack"/>
      <w:bookmarkEnd w:id="2"/>
    </w:p>
    <w:p w14:paraId="1822EE84" w14:textId="77777777" w:rsidR="0085747A" w:rsidRPr="00623E0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623E0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23E05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 w:rsidRPr="00623E05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623E0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0A847" w14:textId="77777777" w:rsidR="00D7578F" w:rsidRDefault="00D7578F" w:rsidP="00C16ABF">
      <w:pPr>
        <w:spacing w:after="0" w:line="240" w:lineRule="auto"/>
      </w:pPr>
      <w:r>
        <w:separator/>
      </w:r>
    </w:p>
  </w:endnote>
  <w:endnote w:type="continuationSeparator" w:id="0">
    <w:p w14:paraId="0EA16DDF" w14:textId="77777777" w:rsidR="00D7578F" w:rsidRDefault="00D757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CB90C2" w14:textId="77777777" w:rsidR="00D7578F" w:rsidRDefault="00D7578F" w:rsidP="00C16ABF">
      <w:pPr>
        <w:spacing w:after="0" w:line="240" w:lineRule="auto"/>
      </w:pPr>
      <w:r>
        <w:separator/>
      </w:r>
    </w:p>
  </w:footnote>
  <w:footnote w:type="continuationSeparator" w:id="0">
    <w:p w14:paraId="7EE45C91" w14:textId="77777777" w:rsidR="00D7578F" w:rsidRDefault="00D7578F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041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AD4"/>
    <w:rsid w:val="00120347"/>
    <w:rsid w:val="00121A87"/>
    <w:rsid w:val="00124BFF"/>
    <w:rsid w:val="0012560E"/>
    <w:rsid w:val="00127108"/>
    <w:rsid w:val="00134B13"/>
    <w:rsid w:val="00146BC0"/>
    <w:rsid w:val="00153C41"/>
    <w:rsid w:val="00154381"/>
    <w:rsid w:val="0016217A"/>
    <w:rsid w:val="001640A7"/>
    <w:rsid w:val="00164FA7"/>
    <w:rsid w:val="00166A03"/>
    <w:rsid w:val="001718A7"/>
    <w:rsid w:val="001733A7"/>
    <w:rsid w:val="001737CF"/>
    <w:rsid w:val="00176083"/>
    <w:rsid w:val="00176858"/>
    <w:rsid w:val="00192B87"/>
    <w:rsid w:val="00192F37"/>
    <w:rsid w:val="001A6BA8"/>
    <w:rsid w:val="001A70D2"/>
    <w:rsid w:val="001D657B"/>
    <w:rsid w:val="001D7B54"/>
    <w:rsid w:val="001E0209"/>
    <w:rsid w:val="001F2CA2"/>
    <w:rsid w:val="0020584E"/>
    <w:rsid w:val="002111A3"/>
    <w:rsid w:val="002144C0"/>
    <w:rsid w:val="00217224"/>
    <w:rsid w:val="0022477D"/>
    <w:rsid w:val="002278A9"/>
    <w:rsid w:val="002336F9"/>
    <w:rsid w:val="0024028F"/>
    <w:rsid w:val="00244ABC"/>
    <w:rsid w:val="002541C3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5BB"/>
    <w:rsid w:val="0030395F"/>
    <w:rsid w:val="00305C92"/>
    <w:rsid w:val="003151C5"/>
    <w:rsid w:val="003343CF"/>
    <w:rsid w:val="00346FE9"/>
    <w:rsid w:val="0034759A"/>
    <w:rsid w:val="003501AA"/>
    <w:rsid w:val="003503F6"/>
    <w:rsid w:val="003530DD"/>
    <w:rsid w:val="00363F78"/>
    <w:rsid w:val="0039357F"/>
    <w:rsid w:val="003A0A5B"/>
    <w:rsid w:val="003A1176"/>
    <w:rsid w:val="003B25CA"/>
    <w:rsid w:val="003C0BAE"/>
    <w:rsid w:val="003C0EE0"/>
    <w:rsid w:val="003D18A9"/>
    <w:rsid w:val="003D39AA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662CA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BD6"/>
    <w:rsid w:val="004D5282"/>
    <w:rsid w:val="004E6730"/>
    <w:rsid w:val="004F1551"/>
    <w:rsid w:val="004F55A3"/>
    <w:rsid w:val="0050496F"/>
    <w:rsid w:val="00513B6F"/>
    <w:rsid w:val="00517C63"/>
    <w:rsid w:val="005363C4"/>
    <w:rsid w:val="00536BDE"/>
    <w:rsid w:val="00543ACC"/>
    <w:rsid w:val="00556D74"/>
    <w:rsid w:val="0056696D"/>
    <w:rsid w:val="0059484D"/>
    <w:rsid w:val="005A0855"/>
    <w:rsid w:val="005A3196"/>
    <w:rsid w:val="005A6917"/>
    <w:rsid w:val="005B1F8E"/>
    <w:rsid w:val="005C080F"/>
    <w:rsid w:val="005C55E5"/>
    <w:rsid w:val="005C696A"/>
    <w:rsid w:val="005D666A"/>
    <w:rsid w:val="005E1494"/>
    <w:rsid w:val="005E6E85"/>
    <w:rsid w:val="005F31D2"/>
    <w:rsid w:val="005F5BA0"/>
    <w:rsid w:val="0061029B"/>
    <w:rsid w:val="00617230"/>
    <w:rsid w:val="0061755A"/>
    <w:rsid w:val="00621CE1"/>
    <w:rsid w:val="00623E05"/>
    <w:rsid w:val="00627FC9"/>
    <w:rsid w:val="006470AE"/>
    <w:rsid w:val="00647FA8"/>
    <w:rsid w:val="00650C5F"/>
    <w:rsid w:val="00653B09"/>
    <w:rsid w:val="00654934"/>
    <w:rsid w:val="006620D9"/>
    <w:rsid w:val="006711FD"/>
    <w:rsid w:val="00671958"/>
    <w:rsid w:val="00675843"/>
    <w:rsid w:val="00696477"/>
    <w:rsid w:val="006B2962"/>
    <w:rsid w:val="006C6FED"/>
    <w:rsid w:val="006D050F"/>
    <w:rsid w:val="006D6139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4677"/>
    <w:rsid w:val="00725459"/>
    <w:rsid w:val="007327BD"/>
    <w:rsid w:val="00732CA8"/>
    <w:rsid w:val="00734608"/>
    <w:rsid w:val="00745302"/>
    <w:rsid w:val="007461D6"/>
    <w:rsid w:val="00746EC8"/>
    <w:rsid w:val="00754A72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1374"/>
    <w:rsid w:val="007D6E56"/>
    <w:rsid w:val="007E48B1"/>
    <w:rsid w:val="007E68F0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EBF"/>
    <w:rsid w:val="008D2865"/>
    <w:rsid w:val="008D3DFB"/>
    <w:rsid w:val="008E64F4"/>
    <w:rsid w:val="008F12C9"/>
    <w:rsid w:val="008F199F"/>
    <w:rsid w:val="008F3480"/>
    <w:rsid w:val="008F6E29"/>
    <w:rsid w:val="00916188"/>
    <w:rsid w:val="00923D7D"/>
    <w:rsid w:val="00937312"/>
    <w:rsid w:val="009508DF"/>
    <w:rsid w:val="00950DAC"/>
    <w:rsid w:val="00951AE2"/>
    <w:rsid w:val="00954A07"/>
    <w:rsid w:val="009649E6"/>
    <w:rsid w:val="00976E5A"/>
    <w:rsid w:val="0098063C"/>
    <w:rsid w:val="0099450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8EA"/>
    <w:rsid w:val="00A00ECC"/>
    <w:rsid w:val="00A155EE"/>
    <w:rsid w:val="00A2245B"/>
    <w:rsid w:val="00A30110"/>
    <w:rsid w:val="00A30F85"/>
    <w:rsid w:val="00A3481D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FA"/>
    <w:rsid w:val="00B3130B"/>
    <w:rsid w:val="00B37740"/>
    <w:rsid w:val="00B40ADB"/>
    <w:rsid w:val="00B43B77"/>
    <w:rsid w:val="00B43E80"/>
    <w:rsid w:val="00B607DB"/>
    <w:rsid w:val="00B66529"/>
    <w:rsid w:val="00B75946"/>
    <w:rsid w:val="00B8056E"/>
    <w:rsid w:val="00B80F4C"/>
    <w:rsid w:val="00B81328"/>
    <w:rsid w:val="00B819C8"/>
    <w:rsid w:val="00B82308"/>
    <w:rsid w:val="00B90885"/>
    <w:rsid w:val="00B9253D"/>
    <w:rsid w:val="00B94FC0"/>
    <w:rsid w:val="00BB520A"/>
    <w:rsid w:val="00BB53B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00E"/>
    <w:rsid w:val="00C766DF"/>
    <w:rsid w:val="00C77247"/>
    <w:rsid w:val="00C8607E"/>
    <w:rsid w:val="00C92093"/>
    <w:rsid w:val="00C94B98"/>
    <w:rsid w:val="00CA2B96"/>
    <w:rsid w:val="00CA5089"/>
    <w:rsid w:val="00CC2A30"/>
    <w:rsid w:val="00CD6897"/>
    <w:rsid w:val="00CE5BAC"/>
    <w:rsid w:val="00CF25BE"/>
    <w:rsid w:val="00CF78ED"/>
    <w:rsid w:val="00D02B25"/>
    <w:rsid w:val="00D02EBA"/>
    <w:rsid w:val="00D17C3C"/>
    <w:rsid w:val="00D26B2C"/>
    <w:rsid w:val="00D30565"/>
    <w:rsid w:val="00D352C9"/>
    <w:rsid w:val="00D425B2"/>
    <w:rsid w:val="00D428D6"/>
    <w:rsid w:val="00D552B2"/>
    <w:rsid w:val="00D608D1"/>
    <w:rsid w:val="00D74119"/>
    <w:rsid w:val="00D7578F"/>
    <w:rsid w:val="00D8075B"/>
    <w:rsid w:val="00D8161C"/>
    <w:rsid w:val="00D8678B"/>
    <w:rsid w:val="00D86B6F"/>
    <w:rsid w:val="00DA2114"/>
    <w:rsid w:val="00DC74DF"/>
    <w:rsid w:val="00DD18F7"/>
    <w:rsid w:val="00DD391F"/>
    <w:rsid w:val="00DE09C0"/>
    <w:rsid w:val="00DE4A14"/>
    <w:rsid w:val="00DF1CDD"/>
    <w:rsid w:val="00DF320D"/>
    <w:rsid w:val="00DF71C8"/>
    <w:rsid w:val="00E066F7"/>
    <w:rsid w:val="00E07425"/>
    <w:rsid w:val="00E129B8"/>
    <w:rsid w:val="00E1417B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138A"/>
    <w:rsid w:val="00F070AB"/>
    <w:rsid w:val="00F17567"/>
    <w:rsid w:val="00F27A7B"/>
    <w:rsid w:val="00F42CCF"/>
    <w:rsid w:val="00F526AF"/>
    <w:rsid w:val="00F60C9E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D7D2D"/>
    <w:rsid w:val="00FF016A"/>
    <w:rsid w:val="00FF1401"/>
    <w:rsid w:val="00FF32F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070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88BAE-9E1A-4AD6-BFAD-A6D8BE73E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1852</Words>
  <Characters>11115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2019-10-17T17:39:00Z</dcterms:created>
  <dcterms:modified xsi:type="dcterms:W3CDTF">2021-01-14T10:34:00Z</dcterms:modified>
</cp:coreProperties>
</file>